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B71" w:rsidRDefault="00720B71" w:rsidP="003C5B47">
      <w:pPr>
        <w:pStyle w:val="BodyText"/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3C5B47">
        <w:rPr>
          <w:rFonts w:ascii="Times New Roman" w:hAnsi="Times New Roman" w:cs="Times New Roman"/>
          <w:sz w:val="28"/>
          <w:szCs w:val="28"/>
        </w:rPr>
        <w:t>ПРИЛОЖЕ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3C5B47">
        <w:rPr>
          <w:rFonts w:ascii="Times New Roman" w:hAnsi="Times New Roman" w:cs="Times New Roman"/>
          <w:sz w:val="28"/>
          <w:szCs w:val="28"/>
        </w:rPr>
        <w:t>ИЕ</w:t>
      </w:r>
    </w:p>
    <w:p w:rsidR="00720B71" w:rsidRDefault="00720B71" w:rsidP="003C5B47">
      <w:pPr>
        <w:pStyle w:val="BodyText"/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720B71" w:rsidRDefault="00720B71" w:rsidP="003C5B47">
      <w:pPr>
        <w:pStyle w:val="BodyText"/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720B71" w:rsidRDefault="00720B71" w:rsidP="003C5B47">
      <w:pPr>
        <w:pStyle w:val="BodyText"/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</w:p>
    <w:p w:rsidR="00720B71" w:rsidRDefault="00720B71" w:rsidP="003C5B47">
      <w:pPr>
        <w:pStyle w:val="BodyText"/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Стародеревянковского сельского</w:t>
      </w:r>
    </w:p>
    <w:p w:rsidR="00720B71" w:rsidRDefault="00720B71" w:rsidP="003C5B47">
      <w:pPr>
        <w:pStyle w:val="BodyText"/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поселения Каневского района</w:t>
      </w:r>
    </w:p>
    <w:p w:rsidR="00720B71" w:rsidRPr="003C5B47" w:rsidRDefault="00720B71" w:rsidP="003C5B47">
      <w:pPr>
        <w:pStyle w:val="BodyText"/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 № _______</w:t>
      </w:r>
    </w:p>
    <w:p w:rsidR="00720B71" w:rsidRDefault="00720B71" w:rsidP="008B606E">
      <w:pPr>
        <w:pStyle w:val="BodyText"/>
        <w:spacing w:after="0" w:line="240" w:lineRule="atLeast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720B71" w:rsidRDefault="00720B71" w:rsidP="008B606E">
      <w:pPr>
        <w:pStyle w:val="BodyText"/>
        <w:spacing w:after="0" w:line="240" w:lineRule="atLeast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81A18">
        <w:rPr>
          <w:rFonts w:ascii="Times New Roman" w:hAnsi="Times New Roman" w:cs="Times New Roman"/>
          <w:b/>
          <w:bCs/>
          <w:sz w:val="40"/>
          <w:szCs w:val="4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40.75pt;height:23.25pt" fillcolor="black" stroked="f">
            <v:shadow on="t" color="#b2b2b2" opacity="52429f" offset="3pt"/>
            <v:textpath style="font-family:&quot;Times New Roman&quot;;font-size:20pt;v-text-kern:t" trim="t" fitpath="t" string="Муниципальная программа "/>
          </v:shape>
        </w:pict>
      </w:r>
    </w:p>
    <w:p w:rsidR="00720B71" w:rsidRPr="008B606E" w:rsidRDefault="00720B71" w:rsidP="008B606E">
      <w:pPr>
        <w:pStyle w:val="BodyText"/>
        <w:spacing w:after="0" w:line="240" w:lineRule="atLeast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81A18">
        <w:rPr>
          <w:rFonts w:ascii="Times New Roman" w:hAnsi="Times New Roman" w:cs="Times New Roman"/>
          <w:b/>
          <w:bCs/>
          <w:sz w:val="40"/>
          <w:szCs w:val="40"/>
        </w:rPr>
        <w:pict>
          <v:shape id="_x0000_i1026" type="#_x0000_t136" style="width:405pt;height:23.25pt" fillcolor="black" stroked="f">
            <v:shadow on="t" color="#b2b2b2" opacity="52429f" offset="3pt"/>
            <v:textpath style="font-family:&quot;Times New Roman&quot;;font-size:20pt;v-text-kern:t" trim="t" fitpath="t" string="«Комплексное развитие систем коммунальной "/>
          </v:shape>
        </w:pict>
      </w:r>
      <w:r w:rsidRPr="00E81A18">
        <w:rPr>
          <w:rFonts w:ascii="Times New Roman" w:hAnsi="Times New Roman" w:cs="Times New Roman"/>
          <w:b/>
          <w:bCs/>
          <w:sz w:val="44"/>
          <w:szCs w:val="44"/>
        </w:rPr>
        <w:pict>
          <v:shape id="_x0000_i1027" type="#_x0000_t136" style="width:371.25pt;height:23.25pt" fillcolor="black" stroked="f">
            <v:shadow on="t" color="#b2b2b2" opacity="52429f" offset="3pt"/>
            <v:textpath style="font-family:&quot;Times New Roman&quot;;font-size:20pt;v-text-kern:t" trim="t" fitpath="t" string="инфраструктуры Стародеревянковского сельского "/>
          </v:shape>
        </w:pict>
      </w:r>
      <w:r w:rsidRPr="00E81A18">
        <w:rPr>
          <w:rFonts w:ascii="Times New Roman" w:hAnsi="Times New Roman" w:cs="Times New Roman"/>
          <w:b/>
          <w:bCs/>
          <w:sz w:val="40"/>
          <w:szCs w:val="40"/>
        </w:rPr>
        <w:pict>
          <v:shape id="_x0000_i1028" type="#_x0000_t136" style="width:257.25pt;height:23.25pt" fillcolor="black" stroked="f">
            <v:shadow on="t" color="#b2b2b2" opacity="52429f" offset="3pt"/>
            <v:textpath style="font-family:&quot;Times New Roman&quot;;font-size:20pt;v-text-kern:t" trim="t" fitpath="t" string="поселения Каневского района"/>
          </v:shape>
        </w:pict>
      </w:r>
    </w:p>
    <w:p w:rsidR="00720B71" w:rsidRDefault="00720B71" w:rsidP="008B606E">
      <w:pPr>
        <w:pStyle w:val="BodyText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81A18">
        <w:rPr>
          <w:rFonts w:ascii="Times New Roman" w:hAnsi="Times New Roman" w:cs="Times New Roman"/>
          <w:b/>
          <w:bCs/>
          <w:sz w:val="40"/>
          <w:szCs w:val="40"/>
        </w:rPr>
        <w:pict>
          <v:shape id="_x0000_i1029" type="#_x0000_t136" style="width:172.5pt;height:23.25pt" fillcolor="black" stroked="f">
            <v:shadow on="t" color="#b2b2b2" opacity="52429f" offset="3pt"/>
            <v:textpath style="font-family:&quot;Times New Roman&quot;;font-size:20pt;v-text-kern:t" trim="t" fitpath="t" string="на 2015-2035 годы»"/>
          </v:shape>
        </w:pict>
      </w:r>
    </w:p>
    <w:p w:rsidR="00720B71" w:rsidRDefault="00720B71" w:rsidP="008B606E">
      <w:pPr>
        <w:pStyle w:val="BodyText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bookmarkStart w:id="0" w:name="_GoBack"/>
      <w:bookmarkEnd w:id="0"/>
    </w:p>
    <w:p w:rsidR="00720B71" w:rsidRDefault="00720B71" w:rsidP="00116AB7">
      <w:pPr>
        <w:ind w:left="-709"/>
      </w:pPr>
      <w:r w:rsidRPr="0028714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30" type="#_x0000_t75" style="width:499.5pt;height:332.25pt;visibility:visible">
            <v:imagedata r:id="rId6" o:title=""/>
          </v:shape>
        </w:pict>
      </w:r>
    </w:p>
    <w:p w:rsidR="00720B71" w:rsidRPr="008B606E" w:rsidRDefault="00720B71" w:rsidP="008B606E"/>
    <w:p w:rsidR="00720B71" w:rsidRDefault="00720B71" w:rsidP="008B606E"/>
    <w:p w:rsidR="00720B71" w:rsidRDefault="00720B71" w:rsidP="008B606E">
      <w:pPr>
        <w:ind w:firstLine="708"/>
      </w:pPr>
    </w:p>
    <w:p w:rsidR="00720B71" w:rsidRDefault="00720B71" w:rsidP="008B606E">
      <w:pPr>
        <w:ind w:firstLine="708"/>
      </w:pPr>
    </w:p>
    <w:p w:rsidR="00720B71" w:rsidRDefault="00720B71" w:rsidP="008B606E">
      <w:pPr>
        <w:ind w:firstLine="708"/>
      </w:pPr>
    </w:p>
    <w:p w:rsidR="00720B71" w:rsidRDefault="00720B71" w:rsidP="008B606E">
      <w:pPr>
        <w:ind w:firstLine="708"/>
      </w:pPr>
    </w:p>
    <w:sectPr w:rsidR="00720B71" w:rsidSect="008B606E">
      <w:footerReference w:type="default" r:id="rId7"/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B71" w:rsidRPr="008B606E" w:rsidRDefault="00720B71" w:rsidP="008B606E">
      <w:pPr>
        <w:pStyle w:val="BodyText"/>
        <w:spacing w:after="0" w:line="240" w:lineRule="auto"/>
        <w:rPr>
          <w:rFonts w:ascii="Calibri" w:hAnsi="Calibri" w:cs="Calibri"/>
        </w:rPr>
      </w:pPr>
      <w:r>
        <w:separator/>
      </w:r>
    </w:p>
  </w:endnote>
  <w:endnote w:type="continuationSeparator" w:id="0">
    <w:p w:rsidR="00720B71" w:rsidRPr="008B606E" w:rsidRDefault="00720B71" w:rsidP="008B606E">
      <w:pPr>
        <w:pStyle w:val="BodyText"/>
        <w:spacing w:after="0" w:line="240" w:lineRule="auto"/>
        <w:rPr>
          <w:rFonts w:ascii="Calibri" w:hAnsi="Calibri" w:cs="Calibr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B71" w:rsidRPr="008B606E" w:rsidRDefault="00720B71" w:rsidP="008B606E">
    <w:pPr>
      <w:pStyle w:val="Footer"/>
      <w:ind w:hanging="567"/>
      <w:jc w:val="center"/>
      <w:rPr>
        <w:sz w:val="28"/>
        <w:szCs w:val="28"/>
      </w:rPr>
    </w:pPr>
    <w:r w:rsidRPr="008B606E">
      <w:rPr>
        <w:sz w:val="28"/>
        <w:szCs w:val="28"/>
      </w:rPr>
      <w:t>2015 год.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B71" w:rsidRPr="008B606E" w:rsidRDefault="00720B71" w:rsidP="008B606E">
      <w:pPr>
        <w:pStyle w:val="BodyText"/>
        <w:spacing w:after="0" w:line="240" w:lineRule="auto"/>
        <w:rPr>
          <w:rFonts w:ascii="Calibri" w:hAnsi="Calibri" w:cs="Calibri"/>
        </w:rPr>
      </w:pPr>
      <w:r>
        <w:separator/>
      </w:r>
    </w:p>
  </w:footnote>
  <w:footnote w:type="continuationSeparator" w:id="0">
    <w:p w:rsidR="00720B71" w:rsidRPr="008B606E" w:rsidRDefault="00720B71" w:rsidP="008B606E">
      <w:pPr>
        <w:pStyle w:val="BodyText"/>
        <w:spacing w:after="0" w:line="240" w:lineRule="auto"/>
        <w:rPr>
          <w:rFonts w:ascii="Calibri" w:hAnsi="Calibri" w:cs="Calibri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606E"/>
    <w:rsid w:val="00116AB7"/>
    <w:rsid w:val="001E163C"/>
    <w:rsid w:val="00250661"/>
    <w:rsid w:val="002729C1"/>
    <w:rsid w:val="0028714D"/>
    <w:rsid w:val="003C5B47"/>
    <w:rsid w:val="004C3008"/>
    <w:rsid w:val="00720B71"/>
    <w:rsid w:val="008B606E"/>
    <w:rsid w:val="009358F7"/>
    <w:rsid w:val="00C828CB"/>
    <w:rsid w:val="00E81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A1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8B606E"/>
    <w:pPr>
      <w:widowControl w:val="0"/>
      <w:spacing w:line="280" w:lineRule="atLeast"/>
      <w:jc w:val="both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B606E"/>
    <w:rPr>
      <w:rFonts w:ascii="Arial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8B6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B606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8B60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B606E"/>
  </w:style>
  <w:style w:type="paragraph" w:styleId="Footer">
    <w:name w:val="footer"/>
    <w:basedOn w:val="Normal"/>
    <w:link w:val="FooterChar"/>
    <w:uiPriority w:val="99"/>
    <w:semiHidden/>
    <w:rsid w:val="008B60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B60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2</Pages>
  <Words>21</Words>
  <Characters>124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cp:lastPrinted>2016-01-20T05:14:00Z</cp:lastPrinted>
  <dcterms:created xsi:type="dcterms:W3CDTF">2015-02-25T07:19:00Z</dcterms:created>
  <dcterms:modified xsi:type="dcterms:W3CDTF">2016-01-20T05:15:00Z</dcterms:modified>
</cp:coreProperties>
</file>